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2EE4E0E4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B537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1E511C">
        <w:rPr>
          <w:rFonts w:ascii="Segoe Print" w:hAnsi="Segoe Print"/>
          <w:b/>
          <w:sz w:val="24"/>
        </w:rPr>
        <w:t>10.</w:t>
      </w:r>
      <w:r w:rsidR="00BA1603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B500545" w14:textId="466FD51C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567"/>
        <w:gridCol w:w="5386"/>
      </w:tblGrid>
      <w:tr w:rsidR="00E20822" w:rsidRPr="000A63AF" w14:paraId="1F0DD5D9" w14:textId="77777777" w:rsidTr="005C5905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3827" w:type="dxa"/>
            <w:tcBorders>
              <w:left w:val="nil"/>
            </w:tcBorders>
          </w:tcPr>
          <w:p w14:paraId="1236B9B3" w14:textId="77777777" w:rsidR="00B72752" w:rsidRPr="00BA1603" w:rsidRDefault="0095325A" w:rsidP="00BA160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A1603">
              <w:rPr>
                <w:rFonts w:ascii="Century Gothic" w:hAnsi="Century Gothic" w:cs="Tahoma"/>
              </w:rPr>
              <w:t>A map is drawn with the scale 1</w:t>
            </w:r>
            <w:proofErr w:type="gramStart"/>
            <w:r w:rsidRPr="00BA1603">
              <w:rPr>
                <w:rFonts w:ascii="Century Gothic" w:hAnsi="Century Gothic" w:cs="Tahoma"/>
              </w:rPr>
              <w:t>cm :</w:t>
            </w:r>
            <w:proofErr w:type="gramEnd"/>
            <w:r w:rsidRPr="00BA1603">
              <w:rPr>
                <w:rFonts w:ascii="Century Gothic" w:hAnsi="Century Gothic" w:cs="Tahoma"/>
              </w:rPr>
              <w:t xml:space="preserve"> </w:t>
            </w:r>
            <w:r w:rsidR="00B72752" w:rsidRPr="00BA1603">
              <w:rPr>
                <w:rFonts w:ascii="Century Gothic" w:hAnsi="Century Gothic" w:cs="Tahoma"/>
              </w:rPr>
              <w:t xml:space="preserve">2km.  </w:t>
            </w:r>
          </w:p>
          <w:p w14:paraId="094D08F0" w14:textId="587EB2A9" w:rsidR="00E20822" w:rsidRPr="00BA1603" w:rsidRDefault="00B72752" w:rsidP="00BA1603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BA1603">
              <w:rPr>
                <w:rFonts w:ascii="Century Gothic" w:hAnsi="Century Gothic" w:cs="Tahoma"/>
              </w:rPr>
              <w:t>What is the actual distance of 7.5cm on the map?</w:t>
            </w:r>
          </w:p>
        </w:tc>
        <w:tc>
          <w:tcPr>
            <w:tcW w:w="567" w:type="dxa"/>
            <w:tcBorders>
              <w:right w:val="nil"/>
            </w:tcBorders>
          </w:tcPr>
          <w:p w14:paraId="6B5C91B0" w14:textId="77777777" w:rsidR="00E20822" w:rsidRPr="00BA1603" w:rsidRDefault="0064471D" w:rsidP="00BA160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A1603">
              <w:rPr>
                <w:rFonts w:ascii="Century Gothic" w:hAnsi="Century Gothic"/>
              </w:rPr>
              <w:t>2)</w:t>
            </w:r>
          </w:p>
        </w:tc>
        <w:tc>
          <w:tcPr>
            <w:tcW w:w="5386" w:type="dxa"/>
            <w:tcBorders>
              <w:left w:val="nil"/>
            </w:tcBorders>
          </w:tcPr>
          <w:p w14:paraId="3916A633" w14:textId="77777777" w:rsidR="00F21F8D" w:rsidRPr="00BA1603" w:rsidRDefault="00F21F8D" w:rsidP="00BA160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A1603">
              <w:rPr>
                <w:rFonts w:ascii="Century Gothic" w:hAnsi="Century Gothic" w:cs="Tahoma"/>
              </w:rPr>
              <w:t xml:space="preserve">A spinner has the numbers 1-4.  The probability of spinning each number is in the table.      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690"/>
              <w:gridCol w:w="690"/>
              <w:gridCol w:w="690"/>
              <w:gridCol w:w="692"/>
            </w:tblGrid>
            <w:tr w:rsidR="00F21F8D" w:rsidRPr="00BA1603" w14:paraId="54AF8257" w14:textId="77777777" w:rsidTr="00EA5960">
              <w:tc>
                <w:tcPr>
                  <w:tcW w:w="1134" w:type="dxa"/>
                </w:tcPr>
                <w:p w14:paraId="34F2B417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690" w:type="dxa"/>
                </w:tcPr>
                <w:p w14:paraId="5DF3ADB8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690" w:type="dxa"/>
                </w:tcPr>
                <w:p w14:paraId="685C641A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690" w:type="dxa"/>
                </w:tcPr>
                <w:p w14:paraId="3B7927BE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692" w:type="dxa"/>
                </w:tcPr>
                <w:p w14:paraId="31F665E3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F21F8D" w:rsidRPr="00BA1603" w14:paraId="03E78C25" w14:textId="77777777" w:rsidTr="00EA5960">
              <w:tc>
                <w:tcPr>
                  <w:tcW w:w="1134" w:type="dxa"/>
                </w:tcPr>
                <w:p w14:paraId="6C282B61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BA1603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690" w:type="dxa"/>
                </w:tcPr>
                <w:p w14:paraId="5C151808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690" w:type="dxa"/>
                </w:tcPr>
                <w:p w14:paraId="3047C50C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0.2</w:t>
                  </w:r>
                </w:p>
              </w:tc>
              <w:tc>
                <w:tcPr>
                  <w:tcW w:w="690" w:type="dxa"/>
                </w:tcPr>
                <w:p w14:paraId="4C5F248A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0.1</w:t>
                  </w:r>
                </w:p>
              </w:tc>
              <w:tc>
                <w:tcPr>
                  <w:tcW w:w="692" w:type="dxa"/>
                </w:tcPr>
                <w:p w14:paraId="7909B166" w14:textId="77777777" w:rsidR="00F21F8D" w:rsidRPr="00BA1603" w:rsidRDefault="00F21F8D" w:rsidP="00BA1603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</w:tr>
          </w:tbl>
          <w:p w14:paraId="64F8251B" w14:textId="77777777" w:rsidR="00F21F8D" w:rsidRPr="00BA1603" w:rsidRDefault="00F21F8D" w:rsidP="00BA1603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594DF71C" w14:textId="1EB46975" w:rsidR="00E20822" w:rsidRPr="00BA1603" w:rsidRDefault="00F21F8D" w:rsidP="00BA160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A1603">
              <w:rPr>
                <w:rFonts w:ascii="Century Gothic" w:hAnsi="Century Gothic" w:cs="Tahoma"/>
              </w:rPr>
              <w:t xml:space="preserve">What is the probability of spinning a </w:t>
            </w:r>
            <w:proofErr w:type="gramStart"/>
            <w:r w:rsidRPr="00BA1603">
              <w:rPr>
                <w:rFonts w:ascii="Century Gothic" w:hAnsi="Century Gothic" w:cs="Tahoma"/>
              </w:rPr>
              <w:t>4.</w:t>
            </w:r>
            <w:proofErr w:type="gramEnd"/>
          </w:p>
        </w:tc>
      </w:tr>
      <w:tr w:rsidR="00E20822" w:rsidRPr="00C240D5" w14:paraId="2FAB904D" w14:textId="77777777" w:rsidTr="005C5905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3827" w:type="dxa"/>
            <w:tcBorders>
              <w:left w:val="nil"/>
              <w:bottom w:val="single" w:sz="4" w:space="0" w:color="auto"/>
            </w:tcBorders>
          </w:tcPr>
          <w:p w14:paraId="3845EB95" w14:textId="69AA0C60" w:rsidR="00E20822" w:rsidRPr="00BA1603" w:rsidRDefault="00AD3264" w:rsidP="00BA160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A1603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hAnsi="Cambria Math" w:cs="Tahoma"/>
                </w:rPr>
                <m:t>5x+7=32</m:t>
              </m:r>
            </m:oMath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BA1603" w:rsidRDefault="0064471D" w:rsidP="00BA160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A1603">
              <w:rPr>
                <w:rFonts w:ascii="Century Gothic" w:hAnsi="Century Gothic"/>
              </w:rPr>
              <w:t>4)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4FEF7014" w14:textId="2FCF1154" w:rsidR="00E20822" w:rsidRPr="00BA1603" w:rsidRDefault="00325E6D" w:rsidP="00BA160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A1603">
              <w:rPr>
                <w:rFonts w:ascii="Century Gothic" w:eastAsiaTheme="minorEastAsia" w:hAnsi="Century Gothic" w:cs="Tahoma"/>
                <w:noProof/>
              </w:rPr>
              <w:t xml:space="preserve">What is </w:t>
            </w:r>
            <w:r w:rsidR="003E68F7" w:rsidRPr="00BA1603">
              <w:rPr>
                <w:rFonts w:ascii="Century Gothic" w:eastAsiaTheme="minorEastAsia" w:hAnsi="Century Gothic" w:cs="Tahoma"/>
                <w:noProof/>
              </w:rPr>
              <w:t>5% of £420</w:t>
            </w:r>
          </w:p>
        </w:tc>
      </w:tr>
      <w:tr w:rsidR="00E20822" w:rsidRPr="00C240D5" w14:paraId="44B9DE2A" w14:textId="77777777" w:rsidTr="00AD04E8">
        <w:trPr>
          <w:trHeight w:val="2139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D223F9B" w14:textId="77777777" w:rsidR="00674C3D" w:rsidRPr="00BA1603" w:rsidRDefault="00674C3D" w:rsidP="00BA1603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BA1603">
              <w:rPr>
                <w:rFonts w:ascii="Century Gothic" w:hAnsi="Century Gothic" w:cs="Tahoma"/>
                <w:noProof/>
              </w:rPr>
              <w:t xml:space="preserve">Calculate the smaller edge </w:t>
            </w:r>
          </w:p>
          <w:p w14:paraId="49831498" w14:textId="4AEB5B7C" w:rsidR="007E2C1A" w:rsidRPr="00BA1603" w:rsidRDefault="00603453" w:rsidP="00BA1603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BA1603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5A5E59" wp14:editId="3B4D7BA4">
                  <wp:simplePos x="0" y="0"/>
                  <wp:positionH relativeFrom="column">
                    <wp:posOffset>5715574</wp:posOffset>
                  </wp:positionH>
                  <wp:positionV relativeFrom="paragraph">
                    <wp:posOffset>834139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1603" w:rsidRPr="00BA1603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422175A5" wp14:editId="18AB0D5E">
                  <wp:extent cx="1710055" cy="902335"/>
                  <wp:effectExtent l="0" t="0" r="444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3B2442A4" w:rsidR="00831D41" w:rsidRDefault="00831D41" w:rsidP="00831D41">
      <w:pPr>
        <w:spacing w:after="120"/>
        <w:ind w:firstLine="720"/>
        <w:rPr>
          <w:rFonts w:ascii="Kristen ITC" w:hAnsi="Kristen ITC"/>
          <w:b/>
        </w:rPr>
      </w:pPr>
    </w:p>
    <w:p w14:paraId="138AA9D5" w14:textId="77777777" w:rsidR="00BA1603" w:rsidRDefault="00BA1603" w:rsidP="00BA1603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498341E8" wp14:editId="4B844E3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0" name="Picture 3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2DB9E4F5" wp14:editId="4F91555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1" name="Picture 3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10.3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49A2141D" w14:textId="77777777" w:rsidR="00BA1603" w:rsidRDefault="00BA1603" w:rsidP="00BA1603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567"/>
        <w:gridCol w:w="5386"/>
      </w:tblGrid>
      <w:tr w:rsidR="00BA1603" w:rsidRPr="000A63AF" w14:paraId="4362D996" w14:textId="77777777" w:rsidTr="00EA5960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69EA7E2A" w14:textId="77777777" w:rsidR="00BA1603" w:rsidRPr="00C240D5" w:rsidRDefault="00BA160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3827" w:type="dxa"/>
            <w:tcBorders>
              <w:left w:val="nil"/>
            </w:tcBorders>
          </w:tcPr>
          <w:p w14:paraId="63F70518" w14:textId="77777777" w:rsidR="00BA1603" w:rsidRPr="00BA1603" w:rsidRDefault="00BA160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A1603">
              <w:rPr>
                <w:rFonts w:ascii="Century Gothic" w:hAnsi="Century Gothic" w:cs="Tahoma"/>
              </w:rPr>
              <w:t>A map is drawn with the scale 1</w:t>
            </w:r>
            <w:proofErr w:type="gramStart"/>
            <w:r w:rsidRPr="00BA1603">
              <w:rPr>
                <w:rFonts w:ascii="Century Gothic" w:hAnsi="Century Gothic" w:cs="Tahoma"/>
              </w:rPr>
              <w:t>cm :</w:t>
            </w:r>
            <w:proofErr w:type="gramEnd"/>
            <w:r w:rsidRPr="00BA1603">
              <w:rPr>
                <w:rFonts w:ascii="Century Gothic" w:hAnsi="Century Gothic" w:cs="Tahoma"/>
              </w:rPr>
              <w:t xml:space="preserve"> 2km.  </w:t>
            </w:r>
          </w:p>
          <w:p w14:paraId="168B62E1" w14:textId="77777777" w:rsidR="00BA1603" w:rsidRPr="00BA1603" w:rsidRDefault="00BA1603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BA1603">
              <w:rPr>
                <w:rFonts w:ascii="Century Gothic" w:hAnsi="Century Gothic" w:cs="Tahoma"/>
              </w:rPr>
              <w:t>What is the actual distance of 7.5cm on the map?</w:t>
            </w:r>
          </w:p>
        </w:tc>
        <w:tc>
          <w:tcPr>
            <w:tcW w:w="567" w:type="dxa"/>
            <w:tcBorders>
              <w:right w:val="nil"/>
            </w:tcBorders>
          </w:tcPr>
          <w:p w14:paraId="7C5D208F" w14:textId="77777777" w:rsidR="00BA1603" w:rsidRPr="00BA1603" w:rsidRDefault="00BA160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A1603">
              <w:rPr>
                <w:rFonts w:ascii="Century Gothic" w:hAnsi="Century Gothic"/>
              </w:rPr>
              <w:t>2)</w:t>
            </w:r>
          </w:p>
        </w:tc>
        <w:tc>
          <w:tcPr>
            <w:tcW w:w="5386" w:type="dxa"/>
            <w:tcBorders>
              <w:left w:val="nil"/>
            </w:tcBorders>
          </w:tcPr>
          <w:p w14:paraId="1BB71173" w14:textId="77777777" w:rsidR="00BA1603" w:rsidRPr="00BA1603" w:rsidRDefault="00BA160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A1603">
              <w:rPr>
                <w:rFonts w:ascii="Century Gothic" w:hAnsi="Century Gothic" w:cs="Tahoma"/>
              </w:rPr>
              <w:t xml:space="preserve">A spinner has the numbers 1-4.  The probability of spinning each number is in the table.      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690"/>
              <w:gridCol w:w="690"/>
              <w:gridCol w:w="690"/>
              <w:gridCol w:w="692"/>
            </w:tblGrid>
            <w:tr w:rsidR="00BA1603" w:rsidRPr="00BA1603" w14:paraId="7A6D63C1" w14:textId="77777777" w:rsidTr="00EA5960">
              <w:tc>
                <w:tcPr>
                  <w:tcW w:w="1134" w:type="dxa"/>
                </w:tcPr>
                <w:p w14:paraId="59253A39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690" w:type="dxa"/>
                </w:tcPr>
                <w:p w14:paraId="0437878F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690" w:type="dxa"/>
                </w:tcPr>
                <w:p w14:paraId="61582D2C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690" w:type="dxa"/>
                </w:tcPr>
                <w:p w14:paraId="0EC9E1FB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692" w:type="dxa"/>
                </w:tcPr>
                <w:p w14:paraId="71EF0A5C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BA1603" w:rsidRPr="00BA1603" w14:paraId="6A8ECB7C" w14:textId="77777777" w:rsidTr="00EA5960">
              <w:tc>
                <w:tcPr>
                  <w:tcW w:w="1134" w:type="dxa"/>
                </w:tcPr>
                <w:p w14:paraId="5198D886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BA1603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690" w:type="dxa"/>
                </w:tcPr>
                <w:p w14:paraId="6FB77ECB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690" w:type="dxa"/>
                </w:tcPr>
                <w:p w14:paraId="6D882416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0.2</w:t>
                  </w:r>
                </w:p>
              </w:tc>
              <w:tc>
                <w:tcPr>
                  <w:tcW w:w="690" w:type="dxa"/>
                </w:tcPr>
                <w:p w14:paraId="1ADD4107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BA1603">
                    <w:rPr>
                      <w:rFonts w:ascii="Century Gothic" w:hAnsi="Century Gothic" w:cs="Tahoma"/>
                    </w:rPr>
                    <w:t>0.1</w:t>
                  </w:r>
                </w:p>
              </w:tc>
              <w:tc>
                <w:tcPr>
                  <w:tcW w:w="692" w:type="dxa"/>
                </w:tcPr>
                <w:p w14:paraId="351465B6" w14:textId="77777777" w:rsidR="00BA1603" w:rsidRPr="00BA1603" w:rsidRDefault="00BA160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</w:tr>
          </w:tbl>
          <w:p w14:paraId="0321421F" w14:textId="77777777" w:rsidR="00BA1603" w:rsidRPr="00BA1603" w:rsidRDefault="00BA160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2DF24C38" w14:textId="77777777" w:rsidR="00BA1603" w:rsidRPr="00BA1603" w:rsidRDefault="00BA160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A1603">
              <w:rPr>
                <w:rFonts w:ascii="Century Gothic" w:hAnsi="Century Gothic" w:cs="Tahoma"/>
              </w:rPr>
              <w:t xml:space="preserve">What is the probability of spinning a </w:t>
            </w:r>
            <w:proofErr w:type="gramStart"/>
            <w:r w:rsidRPr="00BA1603">
              <w:rPr>
                <w:rFonts w:ascii="Century Gothic" w:hAnsi="Century Gothic" w:cs="Tahoma"/>
              </w:rPr>
              <w:t>4.</w:t>
            </w:r>
            <w:proofErr w:type="gramEnd"/>
          </w:p>
        </w:tc>
      </w:tr>
      <w:tr w:rsidR="00BA1603" w:rsidRPr="00C240D5" w14:paraId="42BF856B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24226C9" w14:textId="77777777" w:rsidR="00BA1603" w:rsidRPr="00C240D5" w:rsidRDefault="00BA160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3827" w:type="dxa"/>
            <w:tcBorders>
              <w:left w:val="nil"/>
              <w:bottom w:val="single" w:sz="4" w:space="0" w:color="auto"/>
            </w:tcBorders>
          </w:tcPr>
          <w:p w14:paraId="7ED6B7F2" w14:textId="77777777" w:rsidR="00BA1603" w:rsidRPr="00BA1603" w:rsidRDefault="00BA160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A1603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hAnsi="Cambria Math" w:cs="Tahoma"/>
                </w:rPr>
                <m:t>5x+7=32</m:t>
              </m:r>
            </m:oMath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0E5BB155" w14:textId="77777777" w:rsidR="00BA1603" w:rsidRPr="00BA1603" w:rsidRDefault="00BA160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A1603">
              <w:rPr>
                <w:rFonts w:ascii="Century Gothic" w:hAnsi="Century Gothic"/>
              </w:rPr>
              <w:t>4)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6EAECB70" w14:textId="77777777" w:rsidR="00BA1603" w:rsidRPr="00BA1603" w:rsidRDefault="00BA160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A1603">
              <w:rPr>
                <w:rFonts w:ascii="Century Gothic" w:eastAsiaTheme="minorEastAsia" w:hAnsi="Century Gothic" w:cs="Tahoma"/>
                <w:noProof/>
              </w:rPr>
              <w:t>What is 5% of £420</w:t>
            </w:r>
          </w:p>
        </w:tc>
      </w:tr>
      <w:tr w:rsidR="00BA1603" w:rsidRPr="00C240D5" w14:paraId="28BBD912" w14:textId="77777777" w:rsidTr="00EA5960">
        <w:trPr>
          <w:trHeight w:val="2139"/>
        </w:trPr>
        <w:tc>
          <w:tcPr>
            <w:tcW w:w="421" w:type="dxa"/>
            <w:tcBorders>
              <w:right w:val="nil"/>
            </w:tcBorders>
          </w:tcPr>
          <w:p w14:paraId="486E2BEB" w14:textId="77777777" w:rsidR="00BA1603" w:rsidRPr="00C240D5" w:rsidRDefault="00BA160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597AC3D" w14:textId="77777777" w:rsidR="00BA1603" w:rsidRPr="00BA1603" w:rsidRDefault="00BA1603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BA1603">
              <w:rPr>
                <w:rFonts w:ascii="Century Gothic" w:hAnsi="Century Gothic" w:cs="Tahoma"/>
                <w:noProof/>
              </w:rPr>
              <w:t xml:space="preserve">Calculate the smaller edge </w:t>
            </w:r>
          </w:p>
          <w:p w14:paraId="66B78024" w14:textId="77777777" w:rsidR="00BA1603" w:rsidRPr="00BA1603" w:rsidRDefault="00BA1603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BA1603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15837EEA" wp14:editId="70A89319">
                  <wp:simplePos x="0" y="0"/>
                  <wp:positionH relativeFrom="column">
                    <wp:posOffset>5715574</wp:posOffset>
                  </wp:positionH>
                  <wp:positionV relativeFrom="paragraph">
                    <wp:posOffset>834139</wp:posOffset>
                  </wp:positionV>
                  <wp:extent cx="572188" cy="401760"/>
                  <wp:effectExtent l="0" t="0" r="0" b="508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A1603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0E2019DA" wp14:editId="008C65BD">
                  <wp:extent cx="1710055" cy="902335"/>
                  <wp:effectExtent l="0" t="0" r="444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D54AF" w14:textId="77777777" w:rsidR="00666176" w:rsidRDefault="00666176" w:rsidP="00BA1603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826B9"/>
    <w:rsid w:val="000A43CA"/>
    <w:rsid w:val="000A63AF"/>
    <w:rsid w:val="000B420F"/>
    <w:rsid w:val="000F6BFE"/>
    <w:rsid w:val="001826A9"/>
    <w:rsid w:val="001A1D1C"/>
    <w:rsid w:val="001E511C"/>
    <w:rsid w:val="00213C21"/>
    <w:rsid w:val="00293BEA"/>
    <w:rsid w:val="00296DE9"/>
    <w:rsid w:val="002B63A6"/>
    <w:rsid w:val="002D5D86"/>
    <w:rsid w:val="00325E6D"/>
    <w:rsid w:val="00333535"/>
    <w:rsid w:val="0037571F"/>
    <w:rsid w:val="003E68F7"/>
    <w:rsid w:val="003F51D8"/>
    <w:rsid w:val="00461E42"/>
    <w:rsid w:val="0049275B"/>
    <w:rsid w:val="00505FC9"/>
    <w:rsid w:val="00525119"/>
    <w:rsid w:val="005571E9"/>
    <w:rsid w:val="005C5905"/>
    <w:rsid w:val="00603453"/>
    <w:rsid w:val="0064471D"/>
    <w:rsid w:val="00666176"/>
    <w:rsid w:val="00674C3D"/>
    <w:rsid w:val="006C37E5"/>
    <w:rsid w:val="006E5C4D"/>
    <w:rsid w:val="006F185A"/>
    <w:rsid w:val="00705472"/>
    <w:rsid w:val="00712C99"/>
    <w:rsid w:val="00766A10"/>
    <w:rsid w:val="007B4226"/>
    <w:rsid w:val="007E2C1A"/>
    <w:rsid w:val="007F06CD"/>
    <w:rsid w:val="00831D41"/>
    <w:rsid w:val="008B0E29"/>
    <w:rsid w:val="0090117B"/>
    <w:rsid w:val="009118B1"/>
    <w:rsid w:val="0095325A"/>
    <w:rsid w:val="0099142F"/>
    <w:rsid w:val="009D6BD1"/>
    <w:rsid w:val="00AD04E8"/>
    <w:rsid w:val="00AD3264"/>
    <w:rsid w:val="00AD3C1A"/>
    <w:rsid w:val="00B07CF2"/>
    <w:rsid w:val="00B72752"/>
    <w:rsid w:val="00B96458"/>
    <w:rsid w:val="00BA1603"/>
    <w:rsid w:val="00BA7CD3"/>
    <w:rsid w:val="00BE22E8"/>
    <w:rsid w:val="00BE7AC9"/>
    <w:rsid w:val="00C11495"/>
    <w:rsid w:val="00C240D5"/>
    <w:rsid w:val="00C41860"/>
    <w:rsid w:val="00C52126"/>
    <w:rsid w:val="00D26238"/>
    <w:rsid w:val="00D51195"/>
    <w:rsid w:val="00D657D6"/>
    <w:rsid w:val="00DB511B"/>
    <w:rsid w:val="00E20822"/>
    <w:rsid w:val="00E7749A"/>
    <w:rsid w:val="00E907F4"/>
    <w:rsid w:val="00EC4CCA"/>
    <w:rsid w:val="00F11D9B"/>
    <w:rsid w:val="00F21F8D"/>
    <w:rsid w:val="00F8416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2019-05-30T13:51:00Z</dcterms:created>
  <dcterms:modified xsi:type="dcterms:W3CDTF">2019-05-30T13:53:00Z</dcterms:modified>
</cp:coreProperties>
</file>